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284"/>
        <w:gridCol w:w="1978"/>
        <w:gridCol w:w="6236"/>
      </w:tblGrid>
      <w:tr w:rsidR="00757AC7" w:rsidRPr="00B0544D" w14:paraId="6BFF2F6A" w14:textId="77777777" w:rsidTr="00C25B06">
        <w:tc>
          <w:tcPr>
            <w:tcW w:w="1284" w:type="dxa"/>
          </w:tcPr>
          <w:p w14:paraId="2518AC18" w14:textId="77777777" w:rsidR="00757AC7" w:rsidRPr="00C25B06" w:rsidRDefault="00757AC7" w:rsidP="00AC4A6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978" w:type="dxa"/>
          </w:tcPr>
          <w:p w14:paraId="3E8ECF8A" w14:textId="77777777" w:rsidR="00757AC7" w:rsidRPr="00C25B06" w:rsidRDefault="00757AC7" w:rsidP="00AC4A6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6" w:type="dxa"/>
          </w:tcPr>
          <w:p w14:paraId="07BCAB2A" w14:textId="77777777" w:rsidR="00757AC7" w:rsidRPr="00C25B06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25B06" w:rsidRPr="00B0544D" w14:paraId="7F1BFC55" w14:textId="77777777" w:rsidTr="00C25B06">
        <w:tc>
          <w:tcPr>
            <w:tcW w:w="1284" w:type="dxa"/>
          </w:tcPr>
          <w:p w14:paraId="37CAE873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09803050</w:t>
            </w:r>
          </w:p>
        </w:tc>
        <w:tc>
          <w:tcPr>
            <w:tcW w:w="1978" w:type="dxa"/>
          </w:tcPr>
          <w:p w14:paraId="7E444FD3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con portagomma da 1/2"</w:t>
            </w:r>
          </w:p>
          <w:p w14:paraId="1DB75FDE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leva nera</w:t>
            </w:r>
          </w:p>
        </w:tc>
        <w:tc>
          <w:tcPr>
            <w:tcW w:w="6236" w:type="dxa"/>
          </w:tcPr>
          <w:p w14:paraId="1EE59833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con portagomma da 1/2", tipo normale con maniglia a leva di colore nero.</w:t>
            </w:r>
          </w:p>
          <w:p w14:paraId="690C9A1E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3815694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33E331E6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Corpo in ottone UNI EN 12165 CW617N</w:t>
            </w:r>
          </w:p>
          <w:p w14:paraId="2DFE1EFF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Manicotto in ottone UNI EN 12165 CW617N</w:t>
            </w:r>
          </w:p>
          <w:p w14:paraId="08F7D955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Sfera in ottone UNI 12165 CW617N</w:t>
            </w:r>
          </w:p>
          <w:p w14:paraId="27594A4D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Sedi di tenuta sfera in P.T.F.E.</w:t>
            </w:r>
          </w:p>
          <w:p w14:paraId="27843D32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Asta UNI EN 12164 CW614N</w:t>
            </w:r>
          </w:p>
          <w:p w14:paraId="172C7D1C" w14:textId="22D61DFC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O</w:t>
            </w:r>
            <w:r w:rsidR="00961157">
              <w:rPr>
                <w:rFonts w:ascii="Poppins" w:hAnsi="Poppins" w:cs="Poppins"/>
                <w:bCs/>
                <w:sz w:val="20"/>
              </w:rPr>
              <w:t>-</w:t>
            </w:r>
            <w:r w:rsidRPr="00C25B06">
              <w:rPr>
                <w:rFonts w:ascii="Poppins" w:hAnsi="Poppins" w:cs="Poppins"/>
                <w:bCs/>
                <w:sz w:val="20"/>
              </w:rPr>
              <w:t>ring tenuta asta in NBR 70 Sh A (ASTM D 2240)</w:t>
            </w:r>
          </w:p>
          <w:p w14:paraId="20C85BC3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 xml:space="preserve">Leva in alluminio verniciata </w:t>
            </w:r>
          </w:p>
          <w:p w14:paraId="41751158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Vite in acciaio inox</w:t>
            </w:r>
          </w:p>
          <w:p w14:paraId="43273E13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Rompigetto in nylon</w:t>
            </w:r>
          </w:p>
          <w:p w14:paraId="53854853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Guarnizione di tenuta portagomma NBR 70 Sh (ASTM D 2240)</w:t>
            </w:r>
          </w:p>
          <w:p w14:paraId="3B3487CC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Portagomma UNI EN 12164 CW614N</w:t>
            </w:r>
          </w:p>
          <w:p w14:paraId="694A694F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Girello UNI EN 12164 CW614N</w:t>
            </w:r>
          </w:p>
          <w:p w14:paraId="66B6F17C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35B1092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7976172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758212ED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Temperatura massima di esercizio: 100 °C</w:t>
            </w:r>
          </w:p>
          <w:p w14:paraId="1A1CF700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43C79DD" w14:textId="0E588C6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61157">
              <w:rPr>
                <w:rFonts w:ascii="Poppins" w:hAnsi="Poppins" w:cs="Poppins"/>
                <w:b/>
                <w:sz w:val="20"/>
              </w:rPr>
              <w:t>Emmeti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961157">
              <w:rPr>
                <w:rFonts w:ascii="Poppins" w:hAnsi="Poppins" w:cs="Poppins"/>
                <w:b/>
                <w:sz w:val="20"/>
              </w:rPr>
              <w:t>-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Modello Rubinetto a sfera per acqua con portagomma da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25B06">
              <w:rPr>
                <w:rFonts w:ascii="Poppins" w:hAnsi="Poppins" w:cs="Poppins"/>
                <w:b/>
                <w:sz w:val="20"/>
              </w:rPr>
              <w:t>1/2" leva nera o equivalente.</w:t>
            </w:r>
          </w:p>
        </w:tc>
      </w:tr>
      <w:tr w:rsidR="00C25B06" w:rsidRPr="00B0544D" w14:paraId="54FE52DF" w14:textId="77777777" w:rsidTr="00C25B06">
        <w:tc>
          <w:tcPr>
            <w:tcW w:w="1284" w:type="dxa"/>
          </w:tcPr>
          <w:p w14:paraId="6FAC3C0B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09802012</w:t>
            </w:r>
          </w:p>
        </w:tc>
        <w:tc>
          <w:tcPr>
            <w:tcW w:w="1978" w:type="dxa"/>
          </w:tcPr>
          <w:p w14:paraId="3D8852E1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con portagomma da 1/2"</w:t>
            </w:r>
          </w:p>
          <w:p w14:paraId="31E05655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leva rossa</w:t>
            </w:r>
          </w:p>
        </w:tc>
        <w:tc>
          <w:tcPr>
            <w:tcW w:w="6236" w:type="dxa"/>
          </w:tcPr>
          <w:p w14:paraId="065CD77E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con portagomma da 1/2",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5B06">
              <w:rPr>
                <w:rFonts w:ascii="Poppins" w:hAnsi="Poppins" w:cs="Poppins"/>
                <w:bCs/>
                <w:sz w:val="20"/>
              </w:rPr>
              <w:t>con maniglia a leva di colore rosso.</w:t>
            </w:r>
          </w:p>
          <w:p w14:paraId="32C3C3BB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38B74D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9DCBAB2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Corpo in ottone UNI EN 12165 CW617N</w:t>
            </w:r>
          </w:p>
          <w:p w14:paraId="53F32192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Manicotto in ottone UNI EN 12165 CW617N</w:t>
            </w:r>
          </w:p>
          <w:p w14:paraId="315BAEE3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Sfera in ottone UNI 12165 CW617N</w:t>
            </w:r>
          </w:p>
          <w:p w14:paraId="255113EE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Sedi di tenuta sfera in P.T.F.E.</w:t>
            </w:r>
          </w:p>
          <w:p w14:paraId="327666A8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Asta UNI EN 12164 CW614N</w:t>
            </w:r>
          </w:p>
          <w:p w14:paraId="034D02AB" w14:textId="37BA2FD9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O</w:t>
            </w:r>
            <w:r w:rsidR="00961157">
              <w:rPr>
                <w:rFonts w:ascii="Poppins" w:hAnsi="Poppins" w:cs="Poppins"/>
                <w:bCs/>
                <w:sz w:val="20"/>
              </w:rPr>
              <w:t>-</w:t>
            </w:r>
            <w:r w:rsidRPr="00C25B06">
              <w:rPr>
                <w:rFonts w:ascii="Poppins" w:hAnsi="Poppins" w:cs="Poppins"/>
                <w:bCs/>
                <w:sz w:val="20"/>
              </w:rPr>
              <w:t>ring tenuta asta in NBR 70 Sh A (ASTM D 2240)</w:t>
            </w:r>
          </w:p>
          <w:p w14:paraId="3C6C001C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 xml:space="preserve">Leva in alluminio verniciata </w:t>
            </w:r>
          </w:p>
          <w:p w14:paraId="164D0F8A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Vite in acciaio inox</w:t>
            </w:r>
          </w:p>
          <w:p w14:paraId="2559D1B0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Rompigetto in nylon</w:t>
            </w:r>
          </w:p>
          <w:p w14:paraId="01CE1B64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Guarnizione di tenuta portagomma NBR 70 Sh (ASTM D 2240)</w:t>
            </w:r>
          </w:p>
          <w:p w14:paraId="5AFD859F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Portagomma UNI EN 12164 CW614N</w:t>
            </w:r>
          </w:p>
          <w:p w14:paraId="4AFC0ABE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lastRenderedPageBreak/>
              <w:t>Girello UNI EN 12164 CW614N</w:t>
            </w:r>
          </w:p>
          <w:p w14:paraId="4234EDAB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8EA060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1AB41E5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720B9873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Temperatura massima di esercizio: 100 °C</w:t>
            </w:r>
          </w:p>
          <w:p w14:paraId="41E45EB3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111DAA8" w14:textId="590718AB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61157">
              <w:rPr>
                <w:rFonts w:ascii="Poppins" w:hAnsi="Poppins" w:cs="Poppins"/>
                <w:b/>
                <w:sz w:val="20"/>
              </w:rPr>
              <w:t>Emmeti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– Modello Rubinetto a sfera per acqua con portagomma  da 1/2" leva rossa o equivalente.</w:t>
            </w:r>
          </w:p>
        </w:tc>
      </w:tr>
      <w:tr w:rsidR="00C25B06" w:rsidRPr="00B0544D" w14:paraId="57F0D04A" w14:textId="77777777" w:rsidTr="00C25B06">
        <w:tc>
          <w:tcPr>
            <w:tcW w:w="1284" w:type="dxa"/>
          </w:tcPr>
          <w:p w14:paraId="3BBE07F5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lastRenderedPageBreak/>
              <w:t>09802034</w:t>
            </w:r>
          </w:p>
        </w:tc>
        <w:tc>
          <w:tcPr>
            <w:tcW w:w="1978" w:type="dxa"/>
          </w:tcPr>
          <w:p w14:paraId="04441EC5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con portagomma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5B06">
              <w:rPr>
                <w:rFonts w:ascii="Poppins" w:hAnsi="Poppins" w:cs="Poppins"/>
                <w:bCs/>
                <w:sz w:val="20"/>
              </w:rPr>
              <w:t>da 3/4”</w:t>
            </w:r>
          </w:p>
          <w:p w14:paraId="445D1A19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leva rossa</w:t>
            </w:r>
          </w:p>
        </w:tc>
        <w:tc>
          <w:tcPr>
            <w:tcW w:w="6236" w:type="dxa"/>
          </w:tcPr>
          <w:p w14:paraId="42BF0334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con portagomma da 3/</w:t>
            </w:r>
            <w:r>
              <w:rPr>
                <w:rFonts w:ascii="Poppins" w:hAnsi="Poppins" w:cs="Poppins"/>
                <w:bCs/>
                <w:sz w:val="20"/>
              </w:rPr>
              <w:t>4,</w:t>
            </w:r>
            <w:r w:rsidRPr="00C25B06">
              <w:rPr>
                <w:rFonts w:ascii="Poppins" w:hAnsi="Poppins" w:cs="Poppins"/>
                <w:bCs/>
                <w:sz w:val="20"/>
              </w:rPr>
              <w:t xml:space="preserve"> con maniglia a leva di colore rosso.</w:t>
            </w:r>
          </w:p>
          <w:p w14:paraId="34EABEBA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CA3C16F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1408D54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Corpo in ottone UNI EN 12165 CW617N</w:t>
            </w:r>
          </w:p>
          <w:p w14:paraId="447A865D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Manicotto in ottone UNI EN 12165 CW617N</w:t>
            </w:r>
          </w:p>
          <w:p w14:paraId="2B817621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Sfera in ottone UNI 12165 CW617N</w:t>
            </w:r>
          </w:p>
          <w:p w14:paraId="209D8963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Sedi di tenuta sfera in P.T.F.E.</w:t>
            </w:r>
          </w:p>
          <w:p w14:paraId="56AC53AF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Asta UNI EN 12164 CW614N</w:t>
            </w:r>
          </w:p>
          <w:p w14:paraId="2C134DAC" w14:textId="4616F242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O</w:t>
            </w:r>
            <w:r w:rsidR="00961157">
              <w:rPr>
                <w:rFonts w:ascii="Poppins" w:hAnsi="Poppins" w:cs="Poppins"/>
                <w:bCs/>
                <w:sz w:val="20"/>
              </w:rPr>
              <w:t>-</w:t>
            </w:r>
            <w:r w:rsidRPr="00C25B06">
              <w:rPr>
                <w:rFonts w:ascii="Poppins" w:hAnsi="Poppins" w:cs="Poppins"/>
                <w:bCs/>
                <w:sz w:val="20"/>
              </w:rPr>
              <w:t>ring tenuta asta in NBR 70 Sh A (ASTM D 2240)</w:t>
            </w:r>
          </w:p>
          <w:p w14:paraId="7B9784F1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 xml:space="preserve">Leva in alluminio verniciata </w:t>
            </w:r>
          </w:p>
          <w:p w14:paraId="7ED3F9FF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Vite in acciaio inox</w:t>
            </w:r>
          </w:p>
          <w:p w14:paraId="252AB3EF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Rompigetto in nylon</w:t>
            </w:r>
          </w:p>
          <w:p w14:paraId="72459AE2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Guarnizione di tenuta portagomma NBR 70 Sh (ASTM D 2240)</w:t>
            </w:r>
          </w:p>
          <w:p w14:paraId="7353BFBE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Portagomma UNI EN 12164 CW614N</w:t>
            </w:r>
          </w:p>
          <w:p w14:paraId="6EEFCEBC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Girello UNI EN 12164 CW614N</w:t>
            </w:r>
          </w:p>
          <w:p w14:paraId="00DB061A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D85B409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D58BDFF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107DC744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Temperatura massima di esercizio: 100 °C</w:t>
            </w:r>
          </w:p>
          <w:p w14:paraId="44523732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11C5B8C" w14:textId="3A2653A2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61157">
              <w:rPr>
                <w:rFonts w:ascii="Poppins" w:hAnsi="Poppins" w:cs="Poppins"/>
                <w:b/>
                <w:sz w:val="20"/>
              </w:rPr>
              <w:t>Emmeti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– Modello Rubinetto a sfera per acqua con portagomma  da 3/4” leva rossa o equivalente.</w:t>
            </w:r>
          </w:p>
        </w:tc>
      </w:tr>
      <w:tr w:rsidR="00C25B06" w:rsidRPr="00B0544D" w14:paraId="38006FA6" w14:textId="77777777" w:rsidTr="00C25B06">
        <w:tc>
          <w:tcPr>
            <w:tcW w:w="1284" w:type="dxa"/>
          </w:tcPr>
          <w:p w14:paraId="4C739D32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00908100</w:t>
            </w:r>
          </w:p>
        </w:tc>
        <w:tc>
          <w:tcPr>
            <w:tcW w:w="1978" w:type="dxa"/>
          </w:tcPr>
          <w:p w14:paraId="0A6259BD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con portagomma da 1”</w:t>
            </w:r>
          </w:p>
          <w:p w14:paraId="7A196194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leva rossa</w:t>
            </w:r>
          </w:p>
        </w:tc>
        <w:tc>
          <w:tcPr>
            <w:tcW w:w="6236" w:type="dxa"/>
          </w:tcPr>
          <w:p w14:paraId="3AC15444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con portagomma da 1”,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5B06">
              <w:rPr>
                <w:rFonts w:ascii="Poppins" w:hAnsi="Poppins" w:cs="Poppins"/>
                <w:bCs/>
                <w:sz w:val="20"/>
              </w:rPr>
              <w:t>con maniglia a leva di colore rosso.</w:t>
            </w:r>
          </w:p>
          <w:p w14:paraId="25CA84F4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55B4CB8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A9B2501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Corpo in ottone UNI EN 12165 CW617N</w:t>
            </w:r>
          </w:p>
          <w:p w14:paraId="2CE7825D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Manicotto in ottone UNI EN 12165 CW617N</w:t>
            </w:r>
          </w:p>
          <w:p w14:paraId="4880EBF2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Sfera in ottone UNI 12165 CW617N</w:t>
            </w:r>
          </w:p>
          <w:p w14:paraId="14E88BAB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Sedi di tenuta sfera in P.T.F.E.</w:t>
            </w:r>
          </w:p>
          <w:p w14:paraId="3842D00D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Asta UNI EN 12164 CW614N</w:t>
            </w:r>
          </w:p>
          <w:p w14:paraId="76344DA6" w14:textId="586197A6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lastRenderedPageBreak/>
              <w:t>O</w:t>
            </w:r>
            <w:r w:rsidR="00961157">
              <w:rPr>
                <w:rFonts w:ascii="Poppins" w:hAnsi="Poppins" w:cs="Poppins"/>
                <w:bCs/>
                <w:sz w:val="20"/>
              </w:rPr>
              <w:t>-</w:t>
            </w:r>
            <w:r w:rsidRPr="00C25B06">
              <w:rPr>
                <w:rFonts w:ascii="Poppins" w:hAnsi="Poppins" w:cs="Poppins"/>
                <w:bCs/>
                <w:sz w:val="20"/>
              </w:rPr>
              <w:t>ring tenuta asta in NBR 70 Sh A (ASTM D 2240)</w:t>
            </w:r>
          </w:p>
          <w:p w14:paraId="4F93CBB8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 xml:space="preserve">Leva in alluminio verniciata </w:t>
            </w:r>
          </w:p>
          <w:p w14:paraId="73FB39C4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Vite in acciaio inox</w:t>
            </w:r>
          </w:p>
          <w:p w14:paraId="07E411F0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Rompigetto in nylon</w:t>
            </w:r>
          </w:p>
          <w:p w14:paraId="5390CFDF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Guarnizione di tenuta portagomma NBR 70 Sh (ASTM D 2240)</w:t>
            </w:r>
          </w:p>
          <w:p w14:paraId="758373E0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Portagomma UNI EN 12164 CW614N</w:t>
            </w:r>
          </w:p>
          <w:p w14:paraId="4F015EB9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Girello UNI EN 12164 CW614N</w:t>
            </w:r>
          </w:p>
          <w:p w14:paraId="029BACE9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4527FC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D1BB102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0A628EFE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Temperatura massima di esercizio: 100 °C</w:t>
            </w:r>
          </w:p>
          <w:p w14:paraId="02146405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34DBAB4" w14:textId="5ACAD0F8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61157">
              <w:rPr>
                <w:rFonts w:ascii="Poppins" w:hAnsi="Poppins" w:cs="Poppins"/>
                <w:b/>
                <w:sz w:val="20"/>
              </w:rPr>
              <w:t>Emmeti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– Modello Rubinetto a sfera per acqua con portagomma  da 1” leva rossa o equivalente.</w:t>
            </w:r>
          </w:p>
        </w:tc>
      </w:tr>
      <w:tr w:rsidR="00961157" w:rsidRPr="00B0544D" w14:paraId="779C2600" w14:textId="77777777" w:rsidTr="00C25B06">
        <w:tc>
          <w:tcPr>
            <w:tcW w:w="1284" w:type="dxa"/>
          </w:tcPr>
          <w:p w14:paraId="2C5C4373" w14:textId="5D583029" w:rsidR="00961157" w:rsidRPr="00C25B06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4405R004</w:t>
            </w:r>
          </w:p>
        </w:tc>
        <w:tc>
          <w:tcPr>
            <w:tcW w:w="1978" w:type="dxa"/>
          </w:tcPr>
          <w:p w14:paraId="1B3C861D" w14:textId="7777777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Maniglia a farfalla blu con serratura di sicurezza</w:t>
            </w:r>
          </w:p>
          <w:p w14:paraId="6A946665" w14:textId="7BF1CB9E" w:rsidR="00961157" w:rsidRPr="00C25B06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1/2" - 3/4"</w:t>
            </w:r>
          </w:p>
        </w:tc>
        <w:tc>
          <w:tcPr>
            <w:tcW w:w="6236" w:type="dxa"/>
          </w:tcPr>
          <w:p w14:paraId="061D5860" w14:textId="7777777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Maniglia a farfalla blu dotata di serratura di sicurezza ad uso dell’utilizzatore e normalmente applicabile al contatore dell’acqua fornita da rete.</w:t>
            </w:r>
          </w:p>
          <w:p w14:paraId="2ED4049D" w14:textId="2CF56E9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961157">
              <w:rPr>
                <w:rFonts w:ascii="Poppins" w:hAnsi="Poppins" w:cs="Poppins"/>
                <w:bCs/>
                <w:sz w:val="20"/>
              </w:rPr>
              <w:t>È</w:t>
            </w:r>
            <w:r>
              <w:rPr>
                <w:rFonts w:ascii="Poppins" w:hAnsi="Poppins" w:cs="Poppins"/>
                <w:bCs/>
                <w:sz w:val="20"/>
              </w:rPr>
              <w:t xml:space="preserve"> possibile chiudere il flusso dell’acqua senza l’uso della chiave.</w:t>
            </w:r>
          </w:p>
          <w:p w14:paraId="16C1B52F" w14:textId="7777777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20507DC1" w14:textId="7777777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Misura: 1/2" - 3/4"</w:t>
            </w:r>
          </w:p>
          <w:p w14:paraId="4AF518FF" w14:textId="7777777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5A2925CE" w14:textId="37CCDE35" w:rsidR="00961157" w:rsidRPr="00C25B06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21774">
              <w:rPr>
                <w:rFonts w:ascii="Poppins" w:hAnsi="Poppins" w:cs="Poppins"/>
                <w:b/>
                <w:sz w:val="20"/>
              </w:rPr>
              <w:t>Marca Emmeti - Modello Maniglia a farfalla blu con serratura di sicurezza 1/2" - 3/4" o equivalente.</w:t>
            </w:r>
          </w:p>
        </w:tc>
      </w:tr>
      <w:tr w:rsidR="00961157" w:rsidRPr="00B0544D" w14:paraId="76E52BB3" w14:textId="77777777" w:rsidTr="00C25B06">
        <w:tc>
          <w:tcPr>
            <w:tcW w:w="1284" w:type="dxa"/>
          </w:tcPr>
          <w:p w14:paraId="6C83A31F" w14:textId="49755C7D" w:rsidR="00961157" w:rsidRPr="00C25B06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4405R006</w:t>
            </w:r>
          </w:p>
        </w:tc>
        <w:tc>
          <w:tcPr>
            <w:tcW w:w="1978" w:type="dxa"/>
          </w:tcPr>
          <w:p w14:paraId="3669FAF5" w14:textId="7777777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Maniglia a farfalla blu con serratura di sicurezza</w:t>
            </w:r>
          </w:p>
          <w:p w14:paraId="1115CD08" w14:textId="1ACD50CA" w:rsidR="00961157" w:rsidRPr="00C25B06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1" - 1"1/4</w:t>
            </w:r>
          </w:p>
        </w:tc>
        <w:tc>
          <w:tcPr>
            <w:tcW w:w="6236" w:type="dxa"/>
          </w:tcPr>
          <w:p w14:paraId="51A1094F" w14:textId="7777777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Maniglia a farfalla blu dotata di serratura di sicurezza ad uso dell’utilizzatore e normalmente applicabile al contatore dell’acqua fornita da rete.</w:t>
            </w:r>
          </w:p>
          <w:p w14:paraId="530F228D" w14:textId="7777777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961157">
              <w:rPr>
                <w:rFonts w:ascii="Poppins" w:hAnsi="Poppins" w:cs="Poppins"/>
                <w:bCs/>
                <w:sz w:val="20"/>
              </w:rPr>
              <w:t>È</w:t>
            </w:r>
            <w:r>
              <w:rPr>
                <w:rFonts w:ascii="Poppins" w:hAnsi="Poppins" w:cs="Poppins"/>
                <w:bCs/>
                <w:sz w:val="20"/>
              </w:rPr>
              <w:t xml:space="preserve"> possibile chiudere il flusso dell’acqua senza l’uso della chiave.</w:t>
            </w:r>
          </w:p>
          <w:p w14:paraId="4E9968F4" w14:textId="7777777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6E5C291C" w14:textId="7777777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Misura: 1" - 1"1/4</w:t>
            </w:r>
          </w:p>
          <w:p w14:paraId="60A21A85" w14:textId="77777777" w:rsidR="00961157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C676D9F" w14:textId="45E04A31" w:rsidR="00961157" w:rsidRPr="00C25B06" w:rsidRDefault="00961157" w:rsidP="0096115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21774">
              <w:rPr>
                <w:rFonts w:ascii="Poppins" w:hAnsi="Poppins" w:cs="Poppins"/>
                <w:b/>
                <w:sz w:val="20"/>
              </w:rPr>
              <w:t>Marca Emmeti - Modello Maniglia a farfalla blu con serratura di sicurezza 1" - 1"1/4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21774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C25B06" w:rsidRPr="00B0544D" w14:paraId="10158F14" w14:textId="77777777" w:rsidTr="00C25B06">
        <w:tc>
          <w:tcPr>
            <w:tcW w:w="1284" w:type="dxa"/>
          </w:tcPr>
          <w:p w14:paraId="44425DCD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09804020</w:t>
            </w:r>
          </w:p>
        </w:tc>
        <w:tc>
          <w:tcPr>
            <w:tcW w:w="1978" w:type="dxa"/>
          </w:tcPr>
          <w:p w14:paraId="41154FB3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da incasso da 1/2"</w:t>
            </w:r>
          </w:p>
        </w:tc>
        <w:tc>
          <w:tcPr>
            <w:tcW w:w="6236" w:type="dxa"/>
          </w:tcPr>
          <w:p w14:paraId="699F51C7" w14:textId="2E68DC7D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da incasso sabbiato giallo da 1/2" femmina</w:t>
            </w:r>
            <w:r w:rsidR="00961157">
              <w:rPr>
                <w:rFonts w:ascii="Poppins" w:hAnsi="Poppins" w:cs="Poppins"/>
                <w:bCs/>
                <w:sz w:val="20"/>
              </w:rPr>
              <w:t>-</w:t>
            </w:r>
            <w:r w:rsidRPr="00C25B06">
              <w:rPr>
                <w:rFonts w:ascii="Poppins" w:hAnsi="Poppins" w:cs="Poppins"/>
                <w:bCs/>
                <w:sz w:val="20"/>
              </w:rPr>
              <w:t>femmina con leva e rosone cromati.</w:t>
            </w:r>
          </w:p>
          <w:p w14:paraId="201131A3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EA9F4BC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91EA4D0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57A5BB91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Temperatura massima di esercizio: 100 °C</w:t>
            </w:r>
          </w:p>
          <w:p w14:paraId="0C199B1F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D60A7E3" w14:textId="3159EFA3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61157">
              <w:rPr>
                <w:rFonts w:ascii="Poppins" w:hAnsi="Poppins" w:cs="Poppins"/>
                <w:b/>
                <w:sz w:val="20"/>
              </w:rPr>
              <w:t>Emmeti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– Modello Rubinetto a sfera per acqua da incasso da 1/2" o equivalente.</w:t>
            </w:r>
          </w:p>
        </w:tc>
      </w:tr>
      <w:tr w:rsidR="00C25B06" w:rsidRPr="00B0544D" w14:paraId="77F07BA8" w14:textId="77777777" w:rsidTr="00C25B06">
        <w:tc>
          <w:tcPr>
            <w:tcW w:w="1284" w:type="dxa"/>
          </w:tcPr>
          <w:p w14:paraId="261E9D0D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lastRenderedPageBreak/>
              <w:t>09804022</w:t>
            </w:r>
          </w:p>
        </w:tc>
        <w:tc>
          <w:tcPr>
            <w:tcW w:w="1978" w:type="dxa"/>
          </w:tcPr>
          <w:p w14:paraId="7F7BCAB2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da incasso da 3/4"</w:t>
            </w:r>
          </w:p>
        </w:tc>
        <w:tc>
          <w:tcPr>
            <w:tcW w:w="6236" w:type="dxa"/>
          </w:tcPr>
          <w:p w14:paraId="4B1BF9BC" w14:textId="24C4820B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da incasso sabbiato giallo da 3/4" femmina</w:t>
            </w:r>
            <w:r w:rsidR="00961157">
              <w:rPr>
                <w:rFonts w:ascii="Poppins" w:hAnsi="Poppins" w:cs="Poppins"/>
                <w:bCs/>
                <w:sz w:val="20"/>
              </w:rPr>
              <w:t>-</w:t>
            </w:r>
            <w:r w:rsidRPr="00C25B06">
              <w:rPr>
                <w:rFonts w:ascii="Poppins" w:hAnsi="Poppins" w:cs="Poppins"/>
                <w:bCs/>
                <w:sz w:val="20"/>
              </w:rPr>
              <w:t>femmina con leva e rosone cromati.</w:t>
            </w:r>
          </w:p>
          <w:p w14:paraId="0B4890DE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9EA59E1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E8706A6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0D16D62A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Temperatura massima di esercizio: 100 °C</w:t>
            </w:r>
          </w:p>
          <w:p w14:paraId="4022C427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0CBDD2B" w14:textId="76DA1541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61157">
              <w:rPr>
                <w:rFonts w:ascii="Poppins" w:hAnsi="Poppins" w:cs="Poppins"/>
                <w:b/>
                <w:sz w:val="20"/>
              </w:rPr>
              <w:t>Emmeti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– Modello Rubinetto a sfera per acqua da incasso da 3/4" o equivalente.</w:t>
            </w:r>
          </w:p>
        </w:tc>
      </w:tr>
      <w:tr w:rsidR="00C25B06" w:rsidRPr="00B0544D" w14:paraId="54450200" w14:textId="77777777" w:rsidTr="00C25B06">
        <w:tc>
          <w:tcPr>
            <w:tcW w:w="1284" w:type="dxa"/>
          </w:tcPr>
          <w:p w14:paraId="5FC4CF58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09804040</w:t>
            </w:r>
          </w:p>
        </w:tc>
        <w:tc>
          <w:tcPr>
            <w:tcW w:w="1978" w:type="dxa"/>
          </w:tcPr>
          <w:p w14:paraId="1C5351CA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da incasso da 1/2"</w:t>
            </w:r>
          </w:p>
        </w:tc>
        <w:tc>
          <w:tcPr>
            <w:tcW w:w="6236" w:type="dxa"/>
          </w:tcPr>
          <w:p w14:paraId="43757EA9" w14:textId="053627F0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da incasso sabbiato giallo da 1/2" femmina</w:t>
            </w:r>
            <w:r w:rsidR="00961157">
              <w:rPr>
                <w:rFonts w:ascii="Poppins" w:hAnsi="Poppins" w:cs="Poppins"/>
                <w:bCs/>
                <w:sz w:val="20"/>
              </w:rPr>
              <w:t>-</w:t>
            </w:r>
            <w:r w:rsidRPr="00C25B06">
              <w:rPr>
                <w:rFonts w:ascii="Poppins" w:hAnsi="Poppins" w:cs="Poppins"/>
                <w:bCs/>
                <w:sz w:val="20"/>
              </w:rPr>
              <w:t>femmina 1” con cappuccio e campana cromati.</w:t>
            </w:r>
          </w:p>
          <w:p w14:paraId="0D88EFCA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963DC6B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70BCC03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4A9E7272" w14:textId="77777777" w:rsidR="00C25B06" w:rsidRPr="00C25B06" w:rsidRDefault="00C25B06" w:rsidP="00C25B06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Temperatura massima di esercizio: 100 °C</w:t>
            </w:r>
          </w:p>
          <w:p w14:paraId="3B9953B6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42D2DDC" w14:textId="4ED3D9B5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61157">
              <w:rPr>
                <w:rFonts w:ascii="Poppins" w:hAnsi="Poppins" w:cs="Poppins"/>
                <w:b/>
                <w:sz w:val="20"/>
              </w:rPr>
              <w:t>Emmeti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– Modello Rubinetto a sfera per acqua da incasso da 1/2" o equivalente.</w:t>
            </w:r>
          </w:p>
        </w:tc>
      </w:tr>
      <w:tr w:rsidR="00C25B06" w:rsidRPr="00B0544D" w14:paraId="40EC8DCE" w14:textId="77777777" w:rsidTr="00C25B06">
        <w:tc>
          <w:tcPr>
            <w:tcW w:w="1284" w:type="dxa"/>
          </w:tcPr>
          <w:p w14:paraId="766A92DD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09804050</w:t>
            </w:r>
          </w:p>
        </w:tc>
        <w:tc>
          <w:tcPr>
            <w:tcW w:w="1978" w:type="dxa"/>
          </w:tcPr>
          <w:p w14:paraId="71911275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Kit prolunga</w:t>
            </w:r>
          </w:p>
          <w:p w14:paraId="657DFB2D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1/2" – 3/4"</w:t>
            </w:r>
          </w:p>
        </w:tc>
        <w:tc>
          <w:tcPr>
            <w:tcW w:w="6236" w:type="dxa"/>
          </w:tcPr>
          <w:p w14:paraId="2D19E41C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Kit di prolunga 1/2" – 3/4", in ottone, per rubinetti ad incasso.</w:t>
            </w:r>
          </w:p>
          <w:p w14:paraId="5550DC30" w14:textId="77777777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A1C0B5C" w14:textId="1CFAEE6F" w:rsidR="00C25B06" w:rsidRPr="00C25B06" w:rsidRDefault="00C25B06" w:rsidP="00C25B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61157">
              <w:rPr>
                <w:rFonts w:ascii="Poppins" w:hAnsi="Poppins" w:cs="Poppins"/>
                <w:b/>
                <w:sz w:val="20"/>
              </w:rPr>
              <w:t>Emmeti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– Modello Kit prolunga 1/2" – 3/4" o equivalente.</w:t>
            </w:r>
          </w:p>
        </w:tc>
      </w:tr>
      <w:tr w:rsidR="007E6424" w:rsidRPr="00B0544D" w14:paraId="57DD53B1" w14:textId="77777777" w:rsidTr="00C25B06">
        <w:tc>
          <w:tcPr>
            <w:tcW w:w="1284" w:type="dxa"/>
          </w:tcPr>
          <w:p w14:paraId="593CF7DA" w14:textId="78298FA1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01109012</w:t>
            </w:r>
          </w:p>
        </w:tc>
        <w:tc>
          <w:tcPr>
            <w:tcW w:w="1978" w:type="dxa"/>
          </w:tcPr>
          <w:p w14:paraId="12FD43A2" w14:textId="6D78175C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per scarico caldaia da 1/2"</w:t>
            </w:r>
          </w:p>
        </w:tc>
        <w:tc>
          <w:tcPr>
            <w:tcW w:w="6236" w:type="dxa"/>
          </w:tcPr>
          <w:p w14:paraId="332518A3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Rubinetto a sfera per acqua in ottone per scarico caldaia da 1/2".</w:t>
            </w:r>
          </w:p>
          <w:p w14:paraId="312EF491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1691FDC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8F83C2C" w14:textId="77777777" w:rsidR="007E6424" w:rsidRPr="00C25B06" w:rsidRDefault="007E6424" w:rsidP="007E6424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16294A90" w14:textId="77777777" w:rsidR="007E6424" w:rsidRPr="00C25B06" w:rsidRDefault="007E6424" w:rsidP="007E6424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Temperatura massima di esercizio: 100 °C</w:t>
            </w:r>
          </w:p>
          <w:p w14:paraId="491E4357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91864BD" w14:textId="290A2FF5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– Modello Rubinetto a sfera per acqua per scarico caldaia da 1/2" o equivalente.</w:t>
            </w:r>
          </w:p>
        </w:tc>
      </w:tr>
      <w:tr w:rsidR="007E6424" w:rsidRPr="00B0544D" w14:paraId="4A473442" w14:textId="77777777" w:rsidTr="00C25B06">
        <w:tc>
          <w:tcPr>
            <w:tcW w:w="1284" w:type="dxa"/>
          </w:tcPr>
          <w:p w14:paraId="4E08F951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00900838</w:t>
            </w:r>
          </w:p>
        </w:tc>
        <w:tc>
          <w:tcPr>
            <w:tcW w:w="1978" w:type="dxa"/>
          </w:tcPr>
          <w:p w14:paraId="49517E54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Valvola a sfera</w:t>
            </w:r>
          </w:p>
          <w:p w14:paraId="5668378D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Mignon</w:t>
            </w:r>
          </w:p>
          <w:p w14:paraId="772810A8" w14:textId="5FAD7472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maschio</w:t>
            </w:r>
            <w:r>
              <w:rPr>
                <w:rFonts w:ascii="Poppins" w:hAnsi="Poppins" w:cs="Poppins"/>
                <w:bCs/>
                <w:sz w:val="20"/>
              </w:rPr>
              <w:t>-</w:t>
            </w:r>
            <w:r w:rsidRPr="00C25B06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57140793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da 3/8”</w:t>
            </w:r>
          </w:p>
        </w:tc>
        <w:tc>
          <w:tcPr>
            <w:tcW w:w="6236" w:type="dxa"/>
          </w:tcPr>
          <w:p w14:paraId="367366B3" w14:textId="23FECB5A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Valvola a sfera Mignon maschio</w:t>
            </w:r>
            <w:r>
              <w:rPr>
                <w:rFonts w:ascii="Poppins" w:hAnsi="Poppins" w:cs="Poppins"/>
                <w:bCs/>
                <w:sz w:val="20"/>
              </w:rPr>
              <w:t>-</w:t>
            </w:r>
            <w:r w:rsidRPr="00C25B06">
              <w:rPr>
                <w:rFonts w:ascii="Poppins" w:hAnsi="Poppins" w:cs="Poppins"/>
                <w:bCs/>
                <w:sz w:val="20"/>
              </w:rPr>
              <w:t>femmina da 3/8”.</w:t>
            </w:r>
          </w:p>
          <w:p w14:paraId="0437A1C5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6545B3A4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E0999CF" w14:textId="77777777" w:rsidR="007E6424" w:rsidRPr="00C25B06" w:rsidRDefault="007E6424" w:rsidP="007E6424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115E5E03" w14:textId="77777777" w:rsidR="007E6424" w:rsidRPr="00C25B06" w:rsidRDefault="007E6424" w:rsidP="007E6424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Temperatura massima di esercizio: 100 °C</w:t>
            </w:r>
          </w:p>
          <w:p w14:paraId="6C495B53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55416EDF" w14:textId="2C806731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– Modello Valvola a sfera Mignon maschio</w:t>
            </w:r>
            <w:r>
              <w:rPr>
                <w:rFonts w:ascii="Poppins" w:hAnsi="Poppins" w:cs="Poppins"/>
                <w:b/>
                <w:sz w:val="20"/>
              </w:rPr>
              <w:t>-</w:t>
            </w:r>
            <w:r w:rsidRPr="00C25B06">
              <w:rPr>
                <w:rFonts w:ascii="Poppins" w:hAnsi="Poppins" w:cs="Poppins"/>
                <w:b/>
                <w:sz w:val="20"/>
              </w:rPr>
              <w:t>femmina da 3/8”o equivalente.</w:t>
            </w:r>
          </w:p>
        </w:tc>
      </w:tr>
      <w:tr w:rsidR="007E6424" w:rsidRPr="00B0544D" w14:paraId="11520572" w14:textId="77777777" w:rsidTr="00C25B06">
        <w:tc>
          <w:tcPr>
            <w:tcW w:w="1284" w:type="dxa"/>
          </w:tcPr>
          <w:p w14:paraId="28AC9A40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lastRenderedPageBreak/>
              <w:t>00900812</w:t>
            </w:r>
          </w:p>
        </w:tc>
        <w:tc>
          <w:tcPr>
            <w:tcW w:w="1978" w:type="dxa"/>
          </w:tcPr>
          <w:p w14:paraId="00A64DAA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Valvola a sfera</w:t>
            </w:r>
          </w:p>
          <w:p w14:paraId="06FE2005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Mignon</w:t>
            </w:r>
          </w:p>
          <w:p w14:paraId="5E1F0834" w14:textId="01C354A0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maschio</w:t>
            </w:r>
            <w:r>
              <w:rPr>
                <w:rFonts w:ascii="Poppins" w:hAnsi="Poppins" w:cs="Poppins"/>
                <w:bCs/>
                <w:sz w:val="20"/>
              </w:rPr>
              <w:t>-</w:t>
            </w:r>
            <w:r w:rsidRPr="00C25B06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678A948F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da 1/2”</w:t>
            </w:r>
          </w:p>
        </w:tc>
        <w:tc>
          <w:tcPr>
            <w:tcW w:w="6236" w:type="dxa"/>
          </w:tcPr>
          <w:p w14:paraId="4A72160E" w14:textId="2B3B217E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Valvola a sfera Mignon maschio</w:t>
            </w:r>
            <w:r>
              <w:rPr>
                <w:rFonts w:ascii="Poppins" w:hAnsi="Poppins" w:cs="Poppins"/>
                <w:bCs/>
                <w:sz w:val="20"/>
              </w:rPr>
              <w:t>-</w:t>
            </w:r>
            <w:r w:rsidRPr="00C25B06">
              <w:rPr>
                <w:rFonts w:ascii="Poppins" w:hAnsi="Poppins" w:cs="Poppins"/>
                <w:bCs/>
                <w:sz w:val="20"/>
              </w:rPr>
              <w:t>femmina da 1/2”.</w:t>
            </w:r>
          </w:p>
          <w:p w14:paraId="15C4E457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D789B7F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6F23253" w14:textId="77777777" w:rsidR="007E6424" w:rsidRPr="00C25B06" w:rsidRDefault="007E6424" w:rsidP="007E6424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2481762B" w14:textId="77777777" w:rsidR="007E6424" w:rsidRPr="00C25B06" w:rsidRDefault="007E6424" w:rsidP="007E6424">
            <w:pPr>
              <w:pStyle w:val="Intestazione"/>
              <w:numPr>
                <w:ilvl w:val="0"/>
                <w:numId w:val="7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Cs/>
                <w:sz w:val="20"/>
              </w:rPr>
              <w:t>Temperatura massima di esercizio: 100 °C</w:t>
            </w:r>
          </w:p>
          <w:p w14:paraId="159F0533" w14:textId="77777777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0972423" w14:textId="62E0F496" w:rsidR="007E6424" w:rsidRPr="00C25B06" w:rsidRDefault="007E6424" w:rsidP="007E64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5B06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C25B06">
              <w:rPr>
                <w:rFonts w:ascii="Poppins" w:hAnsi="Poppins" w:cs="Poppins"/>
                <w:b/>
                <w:sz w:val="20"/>
              </w:rPr>
              <w:t xml:space="preserve"> – Modello Valvola a sfera Mignon maschio</w:t>
            </w:r>
            <w:r>
              <w:rPr>
                <w:rFonts w:ascii="Poppins" w:hAnsi="Poppins" w:cs="Poppins"/>
                <w:b/>
                <w:sz w:val="20"/>
              </w:rPr>
              <w:t>-</w:t>
            </w:r>
            <w:r w:rsidRPr="00C25B06">
              <w:rPr>
                <w:rFonts w:ascii="Poppins" w:hAnsi="Poppins" w:cs="Poppins"/>
                <w:b/>
                <w:sz w:val="20"/>
              </w:rPr>
              <w:t>femmina da 1/2” o equivalente.</w:t>
            </w:r>
          </w:p>
        </w:tc>
      </w:tr>
    </w:tbl>
    <w:p w14:paraId="12A798C5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2F17C" w14:textId="77777777" w:rsidR="00C56054" w:rsidRDefault="00C56054">
      <w:r>
        <w:separator/>
      </w:r>
    </w:p>
  </w:endnote>
  <w:endnote w:type="continuationSeparator" w:id="0">
    <w:p w14:paraId="2A44E736" w14:textId="77777777" w:rsidR="00C56054" w:rsidRDefault="00C5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75A57" w14:textId="77777777" w:rsidR="008574C8" w:rsidRDefault="008574C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574C8" w14:paraId="54B589D7" w14:textId="77777777" w:rsidTr="004706FD">
      <w:tc>
        <w:tcPr>
          <w:tcW w:w="4534" w:type="dxa"/>
        </w:tcPr>
        <w:p w14:paraId="2391A435" w14:textId="77777777" w:rsidR="008574C8" w:rsidRPr="00C86331" w:rsidRDefault="008574C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C25B06">
            <w:rPr>
              <w:rFonts w:ascii="Poppins" w:hAnsi="Poppins" w:cs="Poppins"/>
              <w:iCs/>
              <w:noProof/>
              <w:sz w:val="16"/>
            </w:rPr>
            <w:t>Rubinetti per acqua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25554E9C" w14:textId="370E56A5" w:rsidR="008574C8" w:rsidRPr="00EC29FF" w:rsidRDefault="008574C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7E6424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375EEC5" w14:textId="77777777" w:rsidR="008574C8" w:rsidRPr="005C61B9" w:rsidRDefault="008574C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31A110E" wp14:editId="6A0D113D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C7371" w14:textId="77777777" w:rsidR="00C56054" w:rsidRDefault="00C56054">
      <w:r>
        <w:separator/>
      </w:r>
    </w:p>
  </w:footnote>
  <w:footnote w:type="continuationSeparator" w:id="0">
    <w:p w14:paraId="7920AA02" w14:textId="77777777" w:rsidR="00C56054" w:rsidRDefault="00C56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197F7" w14:textId="77777777" w:rsidR="008574C8" w:rsidRDefault="008574C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1A91EE2" wp14:editId="70128F8D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3BFC5D5" w14:textId="77777777" w:rsidR="008574C8" w:rsidRPr="00D440AE" w:rsidRDefault="008574C8" w:rsidP="00CC31A7">
    <w:pPr>
      <w:pStyle w:val="Intestazione"/>
      <w:jc w:val="center"/>
      <w:rPr>
        <w:sz w:val="16"/>
        <w:szCs w:val="16"/>
      </w:rPr>
    </w:pPr>
  </w:p>
  <w:p w14:paraId="5F1553D2" w14:textId="77777777" w:rsidR="008574C8" w:rsidRPr="00D440AE" w:rsidRDefault="008574C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922940">
    <w:abstractNumId w:val="6"/>
  </w:num>
  <w:num w:numId="2" w16cid:durableId="1943487917">
    <w:abstractNumId w:val="5"/>
  </w:num>
  <w:num w:numId="3" w16cid:durableId="997028532">
    <w:abstractNumId w:val="1"/>
  </w:num>
  <w:num w:numId="4" w16cid:durableId="796679401">
    <w:abstractNumId w:val="0"/>
  </w:num>
  <w:num w:numId="5" w16cid:durableId="73942614">
    <w:abstractNumId w:val="4"/>
  </w:num>
  <w:num w:numId="6" w16cid:durableId="1484618076">
    <w:abstractNumId w:val="3"/>
  </w:num>
  <w:num w:numId="7" w16cid:durableId="99880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9136B"/>
    <w:rsid w:val="000B6932"/>
    <w:rsid w:val="000C52FA"/>
    <w:rsid w:val="000F7A52"/>
    <w:rsid w:val="00103A0D"/>
    <w:rsid w:val="001441C6"/>
    <w:rsid w:val="001450AB"/>
    <w:rsid w:val="001620E3"/>
    <w:rsid w:val="00171DAE"/>
    <w:rsid w:val="00195A49"/>
    <w:rsid w:val="001F782F"/>
    <w:rsid w:val="0023000E"/>
    <w:rsid w:val="002346C2"/>
    <w:rsid w:val="00264BCF"/>
    <w:rsid w:val="0028448D"/>
    <w:rsid w:val="002862D2"/>
    <w:rsid w:val="002B5D63"/>
    <w:rsid w:val="003333BC"/>
    <w:rsid w:val="00344430"/>
    <w:rsid w:val="003524C7"/>
    <w:rsid w:val="00357812"/>
    <w:rsid w:val="00433C12"/>
    <w:rsid w:val="0044592F"/>
    <w:rsid w:val="00447EFC"/>
    <w:rsid w:val="004706FD"/>
    <w:rsid w:val="00474537"/>
    <w:rsid w:val="0048382E"/>
    <w:rsid w:val="00536743"/>
    <w:rsid w:val="00562E55"/>
    <w:rsid w:val="005C61B9"/>
    <w:rsid w:val="00610639"/>
    <w:rsid w:val="00665813"/>
    <w:rsid w:val="006B218C"/>
    <w:rsid w:val="006B29B1"/>
    <w:rsid w:val="006C14CB"/>
    <w:rsid w:val="006D044B"/>
    <w:rsid w:val="006D4FDF"/>
    <w:rsid w:val="006E5C4B"/>
    <w:rsid w:val="006F1812"/>
    <w:rsid w:val="006F6AB3"/>
    <w:rsid w:val="00710BB8"/>
    <w:rsid w:val="00727388"/>
    <w:rsid w:val="00745AB1"/>
    <w:rsid w:val="0074712F"/>
    <w:rsid w:val="00757AC7"/>
    <w:rsid w:val="00782096"/>
    <w:rsid w:val="007B5BA3"/>
    <w:rsid w:val="007D5EC7"/>
    <w:rsid w:val="007E6424"/>
    <w:rsid w:val="007E6E02"/>
    <w:rsid w:val="007E7665"/>
    <w:rsid w:val="008014DD"/>
    <w:rsid w:val="0080323F"/>
    <w:rsid w:val="00830828"/>
    <w:rsid w:val="00844BBC"/>
    <w:rsid w:val="008574C8"/>
    <w:rsid w:val="00867692"/>
    <w:rsid w:val="008804CB"/>
    <w:rsid w:val="008A2C0A"/>
    <w:rsid w:val="008B5587"/>
    <w:rsid w:val="00923354"/>
    <w:rsid w:val="00931A8A"/>
    <w:rsid w:val="00942B09"/>
    <w:rsid w:val="00961157"/>
    <w:rsid w:val="00992282"/>
    <w:rsid w:val="009A219D"/>
    <w:rsid w:val="009C1166"/>
    <w:rsid w:val="009D3135"/>
    <w:rsid w:val="009D6327"/>
    <w:rsid w:val="009E07DC"/>
    <w:rsid w:val="009E250A"/>
    <w:rsid w:val="009E2742"/>
    <w:rsid w:val="00A06A5E"/>
    <w:rsid w:val="00A216E2"/>
    <w:rsid w:val="00A62A77"/>
    <w:rsid w:val="00A743FF"/>
    <w:rsid w:val="00AC0741"/>
    <w:rsid w:val="00AD05EC"/>
    <w:rsid w:val="00AD1706"/>
    <w:rsid w:val="00B7475F"/>
    <w:rsid w:val="00B93CD1"/>
    <w:rsid w:val="00BB2A5B"/>
    <w:rsid w:val="00BD14D8"/>
    <w:rsid w:val="00BF1E16"/>
    <w:rsid w:val="00C203AE"/>
    <w:rsid w:val="00C233C1"/>
    <w:rsid w:val="00C25698"/>
    <w:rsid w:val="00C25B06"/>
    <w:rsid w:val="00C27DFF"/>
    <w:rsid w:val="00C36C55"/>
    <w:rsid w:val="00C437EE"/>
    <w:rsid w:val="00C47FEE"/>
    <w:rsid w:val="00C55FF9"/>
    <w:rsid w:val="00C56054"/>
    <w:rsid w:val="00C86331"/>
    <w:rsid w:val="00C93402"/>
    <w:rsid w:val="00CB1475"/>
    <w:rsid w:val="00CC31A7"/>
    <w:rsid w:val="00CE7C2F"/>
    <w:rsid w:val="00D061A5"/>
    <w:rsid w:val="00D178ED"/>
    <w:rsid w:val="00D17F30"/>
    <w:rsid w:val="00D229AF"/>
    <w:rsid w:val="00D440AE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A01C8"/>
    <w:rsid w:val="00EB33B9"/>
    <w:rsid w:val="00EC29FF"/>
    <w:rsid w:val="00EF73E5"/>
    <w:rsid w:val="00F50F65"/>
    <w:rsid w:val="00F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F9E846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2D304-0D74-42C5-B9CB-17DD95E8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1056</Words>
  <Characters>5006</Characters>
  <Application>Microsoft Office Word</Application>
  <DocSecurity>0</DocSecurity>
  <Lines>41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6050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2025-01-15T09:59:00Z</dcterms:created>
  <dcterms:modified xsi:type="dcterms:W3CDTF">2025-01-15T10:00:00Z</dcterms:modified>
</cp:coreProperties>
</file>